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B80" w:rsidRDefault="00221AA6" w:rsidP="00221AA6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08.55pt;margin-top:529.1pt;width:284.75pt;height:24pt;z-index:251658240" stroked="f">
            <v:textbox>
              <w:txbxContent>
                <w:p w:rsidR="00221AA6" w:rsidRDefault="00221AA6">
                  <w:r>
                    <w:t xml:space="preserve">Source: </w:t>
                  </w:r>
                  <w:hyperlink r:id="rId5" w:history="1">
                    <w:r>
                      <w:rPr>
                        <w:rStyle w:val="Hyperlink"/>
                        <w:rFonts w:ascii="Arial" w:hAnsi="Arial" w:cs="Arial"/>
                        <w:sz w:val="20"/>
                        <w:szCs w:val="20"/>
                      </w:rPr>
                      <w:t>www.gly.uga.edu/.../railsback_GEOL3030base.html</w:t>
                    </w:r>
                  </w:hyperlink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8406077" cy="6608618"/>
            <wp:effectExtent l="19050" t="0" r="0" b="0"/>
            <wp:docPr id="1" name="Picture 1" descr="http://www.gly.uga.edu/railsback/Fundamentals/OceanSolutes18I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ly.uga.edu/railsback/Fundamentals/OceanSolutes18II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6000" cy="66085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</w:t>
      </w:r>
    </w:p>
    <w:sectPr w:rsidR="00E71B80" w:rsidSect="00221AA6">
      <w:pgSz w:w="15840" w:h="12240" w:orient="landscape"/>
      <w:pgMar w:top="567" w:right="1440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attachedTemplate r:id="rId1"/>
  <w:revisionView w:inkAnnotations="0"/>
  <w:defaultTabStop w:val="720"/>
  <w:drawingGridHorizontalSpacing w:val="110"/>
  <w:displayHorizontalDrawingGridEvery w:val="2"/>
  <w:characterSpacingControl w:val="doNotCompress"/>
  <w:compat/>
  <w:rsids>
    <w:rsidRoot w:val="00221AA6"/>
    <w:rsid w:val="00114A96"/>
    <w:rsid w:val="00221AA6"/>
    <w:rsid w:val="002461FE"/>
    <w:rsid w:val="00370C83"/>
    <w:rsid w:val="003A2BC1"/>
    <w:rsid w:val="005075D0"/>
    <w:rsid w:val="00553E15"/>
    <w:rsid w:val="0070569A"/>
    <w:rsid w:val="00707B2A"/>
    <w:rsid w:val="0084318C"/>
    <w:rsid w:val="00884CA3"/>
    <w:rsid w:val="008F047A"/>
    <w:rsid w:val="009D16CD"/>
    <w:rsid w:val="00A75010"/>
    <w:rsid w:val="00B544F9"/>
    <w:rsid w:val="00C778AB"/>
    <w:rsid w:val="00D37BD5"/>
    <w:rsid w:val="00DB3529"/>
    <w:rsid w:val="00E71B80"/>
    <w:rsid w:val="00F03D2F"/>
    <w:rsid w:val="00F96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B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AA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221AA6"/>
    <w:rPr>
      <w:color w:val="0000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http://www.gly.uga.edu/railsback/railsback_GEOL3030base.html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obert_slider\Local%20Settings\Application%20Data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AAFEE0A6-BEC8-41AC-A2AF-59A111FF7BE9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94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AIS Singapore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Anti-Virus Installation</dc:creator>
  <cp:keywords/>
  <dc:description/>
  <cp:lastModifiedBy>Anti-Virus Installation</cp:lastModifiedBy>
  <cp:revision>1</cp:revision>
  <dcterms:created xsi:type="dcterms:W3CDTF">2010-06-09T03:52:00Z</dcterms:created>
  <dcterms:modified xsi:type="dcterms:W3CDTF">2010-06-09T05:26:00Z</dcterms:modified>
</cp:coreProperties>
</file>